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B9E0C6" w14:textId="265EC394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Příloha č</w:t>
      </w:r>
      <w:r w:rsidRPr="00E718B0">
        <w:rPr>
          <w:rFonts w:eastAsia="Times New Roman" w:cs="Times New Roman"/>
          <w:lang w:eastAsia="cs-CZ"/>
        </w:rPr>
        <w:t xml:space="preserve">. </w:t>
      </w:r>
      <w:r w:rsidR="00DF104F">
        <w:rPr>
          <w:rFonts w:eastAsia="Times New Roman" w:cs="Times New Roman"/>
          <w:lang w:eastAsia="cs-CZ"/>
        </w:rPr>
        <w:t>20</w:t>
      </w:r>
      <w:r>
        <w:rPr>
          <w:rFonts w:eastAsia="Times New Roman" w:cs="Times New Roman"/>
          <w:lang w:eastAsia="cs-CZ"/>
        </w:rPr>
        <w:t xml:space="preserve"> </w:t>
      </w:r>
      <w:r w:rsidR="001708F9">
        <w:rPr>
          <w:lang w:eastAsia="cs-CZ"/>
        </w:rPr>
        <w:t>Zadávací dokumentace</w:t>
      </w:r>
    </w:p>
    <w:p w14:paraId="13B9E0C7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C9" w14:textId="6331AFAE" w:rsidR="00A035EA" w:rsidRDefault="00DF104F" w:rsidP="00A035EA">
      <w:pPr>
        <w:spacing w:after="0" w:line="240" w:lineRule="auto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</w:pPr>
      <w:r w:rsidRPr="00DF104F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>Seznam jiných osob k prokázání kvalifikace</w:t>
      </w:r>
    </w:p>
    <w:p w14:paraId="042D854D" w14:textId="77777777" w:rsidR="00DF104F" w:rsidRPr="00A035EA" w:rsidRDefault="00DF104F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21688331" w14:textId="77777777" w:rsidR="00DF104F" w:rsidRDefault="00DF104F" w:rsidP="00DF104F">
      <w:pPr>
        <w:pStyle w:val="Textbezslovn"/>
        <w:ind w:left="0"/>
      </w:pPr>
      <w:r>
        <w:t>V souladu s požadavky § 83 odst. 1 zákona č. 134/2016 Sb., o zadávání veřejných zakázek, ve znění pozdějších předpisů, dodavatel uvede seznam jiných osob, jejichž prostřednictvím prokazuje část k</w:t>
      </w:r>
      <w:bookmarkStart w:id="0" w:name="_GoBack"/>
      <w:bookmarkEnd w:id="0"/>
      <w:r>
        <w:t xml:space="preserve">valifikace, a u nichž dokládá písemný závazek jiné osoby k poskytnutí plnění určeného k plnění veřejné zakázky nebo k poskytnutí věcí nebo práv, s nimiž bude dodavatel oprávněn disponovat v rámci plnění veřejné zakázky, a to alespoň v rozsahu, v jakém jiná osoba prokázala kvalifikaci za dodavatele. </w:t>
      </w:r>
    </w:p>
    <w:p w14:paraId="417DB070" w14:textId="77777777" w:rsidR="00DF104F" w:rsidRDefault="00DF104F" w:rsidP="00DF104F">
      <w:pPr>
        <w:pStyle w:val="Textbezslovn"/>
        <w:ind w:left="0"/>
      </w:pPr>
    </w:p>
    <w:tbl>
      <w:tblPr>
        <w:tblStyle w:val="Mkatabulky"/>
        <w:tblW w:w="8789" w:type="dxa"/>
        <w:tblInd w:w="79" w:type="dxa"/>
        <w:tblLayout w:type="fixed"/>
        <w:tblLook w:val="04E0" w:firstRow="1" w:lastRow="1" w:firstColumn="1" w:lastColumn="0" w:noHBand="0" w:noVBand="1"/>
      </w:tblPr>
      <w:tblGrid>
        <w:gridCol w:w="4678"/>
        <w:gridCol w:w="4111"/>
      </w:tblGrid>
      <w:tr w:rsidR="00DF104F" w:rsidRPr="00307641" w14:paraId="4845154F" w14:textId="77777777" w:rsidTr="0049293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bottom w:val="single" w:sz="2" w:space="0" w:color="auto"/>
            </w:tcBorders>
          </w:tcPr>
          <w:p w14:paraId="0DE69707" w14:textId="77777777" w:rsidR="00DF104F" w:rsidRPr="00307641" w:rsidRDefault="00DF104F" w:rsidP="00492933">
            <w:pPr>
              <w:pStyle w:val="Textbezslovn"/>
              <w:ind w:left="0"/>
              <w:jc w:val="left"/>
              <w:rPr>
                <w:b/>
                <w:sz w:val="16"/>
                <w:szCs w:val="16"/>
              </w:rPr>
            </w:pPr>
            <w:r w:rsidRPr="00307641">
              <w:rPr>
                <w:b/>
                <w:sz w:val="16"/>
                <w:szCs w:val="16"/>
              </w:rPr>
              <w:t>Obchodní firma/název/jméno a příjmení, sídlo, IČO</w:t>
            </w:r>
          </w:p>
        </w:tc>
        <w:tc>
          <w:tcPr>
            <w:tcW w:w="4111" w:type="dxa"/>
            <w:tcBorders>
              <w:bottom w:val="single" w:sz="2" w:space="0" w:color="auto"/>
            </w:tcBorders>
          </w:tcPr>
          <w:p w14:paraId="623C8EF4" w14:textId="77777777" w:rsidR="00DF104F" w:rsidRPr="00307641" w:rsidRDefault="00DF104F" w:rsidP="0049293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  <w:highlight w:val="yellow"/>
              </w:rPr>
            </w:pPr>
            <w:r w:rsidRPr="00307641">
              <w:rPr>
                <w:b/>
                <w:sz w:val="16"/>
                <w:szCs w:val="16"/>
              </w:rPr>
              <w:t>Prokazovaná část kvalifikace</w:t>
            </w:r>
          </w:p>
        </w:tc>
      </w:tr>
      <w:tr w:rsidR="00DF104F" w:rsidRPr="00833899" w14:paraId="66266E5F" w14:textId="77777777" w:rsidTr="004929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1D4F5C68" w14:textId="77777777" w:rsidR="00DF104F" w:rsidRPr="00833899" w:rsidRDefault="00DF104F" w:rsidP="00492933">
            <w:pPr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0898BA0E" w14:textId="77777777" w:rsidR="00DF104F" w:rsidRPr="00833899" w:rsidRDefault="00DF104F" w:rsidP="0049293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DF104F" w:rsidRPr="00833899" w14:paraId="3763AF32" w14:textId="77777777" w:rsidTr="004929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6B6510B2" w14:textId="77777777" w:rsidR="00DF104F" w:rsidRPr="00833899" w:rsidRDefault="00DF104F" w:rsidP="00492933">
            <w:pPr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1F3E62DE" w14:textId="77777777" w:rsidR="00DF104F" w:rsidRPr="00833899" w:rsidRDefault="00DF104F" w:rsidP="0049293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DF104F" w:rsidRPr="00833899" w14:paraId="2551A4E7" w14:textId="77777777" w:rsidTr="004929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0644F51F" w14:textId="77777777" w:rsidR="00DF104F" w:rsidRPr="00833899" w:rsidRDefault="00DF104F" w:rsidP="00492933">
            <w:pPr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1E7C6594" w14:textId="77777777" w:rsidR="00DF104F" w:rsidRPr="00833899" w:rsidRDefault="00DF104F" w:rsidP="0049293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DF104F" w:rsidRPr="00833899" w14:paraId="7159894C" w14:textId="77777777" w:rsidTr="004929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482FE5FE" w14:textId="77777777" w:rsidR="00DF104F" w:rsidRPr="00833899" w:rsidRDefault="00DF104F" w:rsidP="00492933">
            <w:pPr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70972453" w14:textId="77777777" w:rsidR="00DF104F" w:rsidRPr="00833899" w:rsidRDefault="00DF104F" w:rsidP="0049293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DF104F" w:rsidRPr="00833899" w14:paraId="1F4AE086" w14:textId="77777777" w:rsidTr="004929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12F52046" w14:textId="77777777" w:rsidR="00DF104F" w:rsidRPr="00833899" w:rsidRDefault="00DF104F" w:rsidP="00492933">
            <w:pPr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0E3D40D" w14:textId="77777777" w:rsidR="00DF104F" w:rsidRPr="00833899" w:rsidRDefault="00DF104F" w:rsidP="0049293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DF104F" w:rsidRPr="00833899" w14:paraId="4AC2899A" w14:textId="77777777" w:rsidTr="004929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16943A71" w14:textId="77777777" w:rsidR="00DF104F" w:rsidRPr="00833899" w:rsidRDefault="00DF104F" w:rsidP="00492933">
            <w:pPr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F92B8A6" w14:textId="77777777" w:rsidR="00DF104F" w:rsidRPr="00833899" w:rsidRDefault="00DF104F" w:rsidP="0049293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DF104F" w:rsidRPr="00833899" w14:paraId="06AA4736" w14:textId="77777777" w:rsidTr="004929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2425B5DC" w14:textId="77777777" w:rsidR="00DF104F" w:rsidRPr="00833899" w:rsidRDefault="00DF104F" w:rsidP="00492933">
            <w:pPr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55BE7563" w14:textId="77777777" w:rsidR="00DF104F" w:rsidRPr="00833899" w:rsidRDefault="00DF104F" w:rsidP="0049293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DF104F" w:rsidRPr="00833899" w14:paraId="298CCC41" w14:textId="77777777" w:rsidTr="004929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4D7A99D7" w14:textId="77777777" w:rsidR="00DF104F" w:rsidRPr="00833899" w:rsidRDefault="00DF104F" w:rsidP="00492933">
            <w:pPr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736CA1EC" w14:textId="77777777" w:rsidR="00DF104F" w:rsidRPr="00833899" w:rsidRDefault="00DF104F" w:rsidP="0049293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DF104F" w:rsidRPr="00833899" w14:paraId="4CA20470" w14:textId="77777777" w:rsidTr="00492933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  <w:shd w:val="clear" w:color="auto" w:fill="auto"/>
          </w:tcPr>
          <w:p w14:paraId="19849449" w14:textId="77777777" w:rsidR="00DF104F" w:rsidRPr="00833899" w:rsidRDefault="00DF104F" w:rsidP="00492933">
            <w:pPr>
              <w:rPr>
                <w:b w:val="0"/>
                <w:sz w:val="16"/>
                <w:szCs w:val="16"/>
                <w:highlight w:val="yellow"/>
              </w:rPr>
            </w:pPr>
            <w:r w:rsidRPr="00833899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  <w:shd w:val="clear" w:color="auto" w:fill="auto"/>
          </w:tcPr>
          <w:p w14:paraId="0E39709E" w14:textId="77777777" w:rsidR="00DF104F" w:rsidRPr="00833899" w:rsidRDefault="00DF104F" w:rsidP="00492933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  <w:szCs w:val="16"/>
                <w:highlight w:val="yellow"/>
              </w:rPr>
            </w:pPr>
            <w:r w:rsidRPr="00833899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7E910883" w14:textId="77777777" w:rsidR="00DF104F" w:rsidRPr="00833899" w:rsidRDefault="00DF104F" w:rsidP="00DF104F">
      <w:pPr>
        <w:pStyle w:val="Textbezslovn"/>
      </w:pPr>
    </w:p>
    <w:p w14:paraId="254C3F4B" w14:textId="77777777" w:rsidR="00F57443" w:rsidRDefault="00F57443" w:rsidP="00F57443">
      <w:pPr>
        <w:pStyle w:val="Textbezslovn"/>
        <w:ind w:left="0"/>
      </w:pPr>
      <w:r>
        <w:t xml:space="preserve"> </w:t>
      </w:r>
    </w:p>
    <w:p w14:paraId="13B9E0D2" w14:textId="77777777" w:rsidR="009F392E" w:rsidRPr="00F0533E" w:rsidRDefault="009F392E" w:rsidP="00F57443">
      <w:pPr>
        <w:widowControl w:val="0"/>
        <w:autoSpaceDE w:val="0"/>
        <w:spacing w:after="120" w:line="297" w:lineRule="exact"/>
      </w:pPr>
    </w:p>
    <w:sectPr w:rsidR="009F392E" w:rsidRPr="00F0533E" w:rsidSect="003813B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64C9EC" w14:textId="77777777" w:rsidR="00E45589" w:rsidRDefault="00E45589" w:rsidP="00962258">
      <w:pPr>
        <w:spacing w:after="0" w:line="240" w:lineRule="auto"/>
      </w:pPr>
      <w:r>
        <w:separator/>
      </w:r>
    </w:p>
  </w:endnote>
  <w:endnote w:type="continuationSeparator" w:id="0">
    <w:p w14:paraId="498D6911" w14:textId="77777777" w:rsidR="00E45589" w:rsidRDefault="00E4558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3B9E0F7" wp14:editId="13B9E0F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D753CD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B9E0F9" wp14:editId="13B9E0F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7936FA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13B9E0F4" w14:textId="77777777" w:rsidTr="00113FF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28011BCE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F104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13B9E0EE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14:paraId="13B9E0EF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13B9E0F1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3B9E0F2" w14:textId="77A74B7A" w:rsidR="003813B7" w:rsidRDefault="00113FF8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3B9E0F3" w14:textId="70B5304D" w:rsidR="003813B7" w:rsidRDefault="008D61B7" w:rsidP="00460660">
          <w:pPr>
            <w:pStyle w:val="Zpat"/>
          </w:pPr>
          <w:r w:rsidRPr="00A15F1F">
            <w:rPr>
              <w:b/>
              <w:szCs w:val="12"/>
            </w:rPr>
            <w:t>Oblastní ředitelství Praha</w:t>
          </w:r>
          <w:r w:rsidRPr="00A15F1F">
            <w:rPr>
              <w:b/>
              <w:szCs w:val="12"/>
            </w:rPr>
            <w:br/>
            <w:t>Partyzánská 24</w:t>
          </w:r>
          <w:r w:rsidRPr="00A15F1F">
            <w:rPr>
              <w:b/>
              <w:szCs w:val="12"/>
            </w:rPr>
            <w:br/>
            <w:t>170 00 Praha 7 – Holešovice</w:t>
          </w: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13B9E0FD" wp14:editId="13B9E0F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C502EB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3B9E0FF" wp14:editId="13B9E10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37071A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975002" w14:textId="77777777" w:rsidR="00E45589" w:rsidRDefault="00E45589" w:rsidP="00962258">
      <w:pPr>
        <w:spacing w:after="0" w:line="240" w:lineRule="auto"/>
      </w:pPr>
      <w:r>
        <w:separator/>
      </w:r>
    </w:p>
  </w:footnote>
  <w:footnote w:type="continuationSeparator" w:id="0">
    <w:p w14:paraId="379BDCA4" w14:textId="77777777" w:rsidR="00E45589" w:rsidRDefault="00E4558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3B9E0FB" wp14:editId="13B9E0FC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4D3"/>
    <w:rsid w:val="00011603"/>
    <w:rsid w:val="00072C1E"/>
    <w:rsid w:val="000E23A7"/>
    <w:rsid w:val="0010693F"/>
    <w:rsid w:val="00113FF8"/>
    <w:rsid w:val="00114472"/>
    <w:rsid w:val="001550BC"/>
    <w:rsid w:val="001605B9"/>
    <w:rsid w:val="001708F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813B7"/>
    <w:rsid w:val="003956C6"/>
    <w:rsid w:val="003C5C92"/>
    <w:rsid w:val="003E110D"/>
    <w:rsid w:val="003E58EA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A1D7F"/>
    <w:rsid w:val="005F1404"/>
    <w:rsid w:val="0061068E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6E7B9E"/>
    <w:rsid w:val="00710723"/>
    <w:rsid w:val="00723ED1"/>
    <w:rsid w:val="00743525"/>
    <w:rsid w:val="0076286B"/>
    <w:rsid w:val="00766846"/>
    <w:rsid w:val="0077673A"/>
    <w:rsid w:val="007846E1"/>
    <w:rsid w:val="007B570C"/>
    <w:rsid w:val="007C3185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D61B7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518B"/>
    <w:rsid w:val="00BD7E91"/>
    <w:rsid w:val="00BF0A62"/>
    <w:rsid w:val="00C02D0A"/>
    <w:rsid w:val="00C03A6E"/>
    <w:rsid w:val="00C15D7C"/>
    <w:rsid w:val="00C44F6A"/>
    <w:rsid w:val="00C46D08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04F"/>
    <w:rsid w:val="00DF116D"/>
    <w:rsid w:val="00E2278C"/>
    <w:rsid w:val="00E45589"/>
    <w:rsid w:val="00E718B0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57443"/>
    <w:rsid w:val="00F659EB"/>
    <w:rsid w:val="00F84E4B"/>
    <w:rsid w:val="00F86BA6"/>
    <w:rsid w:val="00FC6389"/>
    <w:rsid w:val="00FD6F24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B9E0C6"/>
  <w14:defaultImageDpi w14:val="32767"/>
  <w15:docId w15:val="{35005C85-B782-4854-9F99-A32BEA78F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ka1-1">
    <w:name w:val="_Odrážka_1-1_•"/>
    <w:basedOn w:val="Normln"/>
    <w:link w:val="Odrka1-1Char"/>
    <w:qFormat/>
    <w:rsid w:val="00F57443"/>
    <w:pPr>
      <w:numPr>
        <w:numId w:val="34"/>
      </w:numPr>
      <w:spacing w:after="120"/>
      <w:jc w:val="both"/>
    </w:pPr>
  </w:style>
  <w:style w:type="character" w:customStyle="1" w:styleId="Odrka1-1Char">
    <w:name w:val="_Odrážka_1-1_• Char"/>
    <w:basedOn w:val="Standardnpsmoodstavce"/>
    <w:link w:val="Odrka1-1"/>
    <w:rsid w:val="00F57443"/>
  </w:style>
  <w:style w:type="paragraph" w:customStyle="1" w:styleId="Odrka1-2-">
    <w:name w:val="_Odrážka_1-2_-"/>
    <w:basedOn w:val="Odrka1-1"/>
    <w:qFormat/>
    <w:rsid w:val="00F57443"/>
    <w:pPr>
      <w:numPr>
        <w:ilvl w:val="1"/>
      </w:numPr>
      <w:tabs>
        <w:tab w:val="clear" w:pos="1531"/>
      </w:tabs>
      <w:spacing w:after="60"/>
      <w:ind w:left="654" w:hanging="113"/>
    </w:pPr>
  </w:style>
  <w:style w:type="paragraph" w:customStyle="1" w:styleId="Odrka1-3">
    <w:name w:val="_Odrážka_1-3_·"/>
    <w:basedOn w:val="Odrka1-2-"/>
    <w:qFormat/>
    <w:rsid w:val="00F57443"/>
    <w:pPr>
      <w:numPr>
        <w:ilvl w:val="2"/>
      </w:numPr>
      <w:tabs>
        <w:tab w:val="clear" w:pos="1928"/>
      </w:tabs>
      <w:ind w:left="854" w:hanging="113"/>
    </w:pPr>
  </w:style>
  <w:style w:type="paragraph" w:customStyle="1" w:styleId="Textbezslovn">
    <w:name w:val="_Text_bez_číslování"/>
    <w:basedOn w:val="Normln"/>
    <w:link w:val="TextbezslovnChar"/>
    <w:qFormat/>
    <w:rsid w:val="00F57443"/>
    <w:pPr>
      <w:spacing w:after="120"/>
      <w:ind w:left="737"/>
      <w:jc w:val="both"/>
    </w:pPr>
  </w:style>
  <w:style w:type="character" w:customStyle="1" w:styleId="Tun9b">
    <w:name w:val="_Tučně 9b"/>
    <w:basedOn w:val="Standardnpsmoodstavce"/>
    <w:uiPriority w:val="1"/>
    <w:qFormat/>
    <w:rsid w:val="00F57443"/>
    <w:rPr>
      <w:b/>
    </w:rPr>
  </w:style>
  <w:style w:type="character" w:styleId="Znakapoznpodarou">
    <w:name w:val="footnote reference"/>
    <w:basedOn w:val="Standardnpsmoodstavce"/>
    <w:uiPriority w:val="99"/>
    <w:semiHidden/>
    <w:unhideWhenUsed/>
    <w:rsid w:val="00F57443"/>
    <w:rPr>
      <w:vertAlign w:val="superscript"/>
    </w:rPr>
  </w:style>
  <w:style w:type="character" w:customStyle="1" w:styleId="TextbezslovnChar">
    <w:name w:val="_Text_bez_číslování Char"/>
    <w:basedOn w:val="Standardnpsmoodstavce"/>
    <w:link w:val="Textbezslovn"/>
    <w:rsid w:val="00F574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1BAB855-2C37-4A72-A876-388C7535D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0</TotalTime>
  <Pages>1</Pages>
  <Words>146</Words>
  <Characters>866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Stejskal Pavel, Ing.</cp:lastModifiedBy>
  <cp:revision>3</cp:revision>
  <cp:lastPrinted>2020-02-10T12:41:00Z</cp:lastPrinted>
  <dcterms:created xsi:type="dcterms:W3CDTF">2023-02-08T10:17:00Z</dcterms:created>
  <dcterms:modified xsi:type="dcterms:W3CDTF">2023-02-08T10:24:00Z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